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6AD" w:rsidRPr="00B464A3" w:rsidRDefault="004F3407" w:rsidP="00A22988">
      <w:pPr>
        <w:pStyle w:val="Title"/>
        <w:ind w:left="3686" w:right="-317"/>
        <w:rPr>
          <w:rFonts w:ascii="Arial" w:hAnsi="Arial" w:cs="Arial"/>
          <w:color w:val="91C400"/>
          <w:sz w:val="110"/>
          <w:szCs w:val="11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2BFFAB" wp14:editId="7BFC2C51">
                <wp:simplePos x="0" y="0"/>
                <wp:positionH relativeFrom="column">
                  <wp:posOffset>-585071</wp:posOffset>
                </wp:positionH>
                <wp:positionV relativeFrom="paragraph">
                  <wp:posOffset>2679700</wp:posOffset>
                </wp:positionV>
                <wp:extent cx="3870251" cy="4167962"/>
                <wp:effectExtent l="0" t="0" r="0" b="444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0251" cy="41679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3407" w:rsidRPr="00B464A3" w:rsidRDefault="004F3407" w:rsidP="004F3407">
                            <w:pPr>
                              <w:pStyle w:val="Heading1"/>
                              <w:rPr>
                                <w:rFonts w:ascii="Arial" w:hAnsi="Arial" w:cs="Arial"/>
                                <w:color w:val="777777"/>
                                <w:sz w:val="40"/>
                              </w:rPr>
                            </w:pPr>
                            <w:r w:rsidRPr="00A22988">
                              <w:rPr>
                                <w:rFonts w:ascii="Arial" w:hAnsi="Arial" w:cs="Arial"/>
                                <w:color w:val="777777"/>
                                <w:sz w:val="40"/>
                              </w:rPr>
                              <w:t>PRIVATE AND INDEPENDENT NURSING HOMECARE SERVICES PROVIDING:</w:t>
                            </w:r>
                          </w:p>
                          <w:p w:rsidR="004F3407" w:rsidRPr="00B464A3" w:rsidRDefault="004F3407" w:rsidP="004F340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B464A3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24 hour care</w:t>
                            </w:r>
                          </w:p>
                          <w:p w:rsidR="004F3407" w:rsidRPr="00B464A3" w:rsidRDefault="004F3407" w:rsidP="004F340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B464A3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One-to-one specialist nursing</w:t>
                            </w:r>
                          </w:p>
                          <w:p w:rsidR="004F3407" w:rsidRPr="00B464A3" w:rsidRDefault="004F3407" w:rsidP="004F340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B464A3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 xml:space="preserve">Specialist support for all ailments </w:t>
                            </w:r>
                          </w:p>
                          <w:p w:rsidR="004F3407" w:rsidRDefault="004F3407" w:rsidP="004F340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B464A3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International services – including flight assistance and transfers</w:t>
                            </w:r>
                          </w:p>
                          <w:p w:rsidR="004F3407" w:rsidRPr="00B464A3" w:rsidRDefault="004F3407" w:rsidP="004F340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Visits for dressing &amp; injections</w:t>
                            </w:r>
                          </w:p>
                          <w:p w:rsidR="004F3407" w:rsidRDefault="004F3407" w:rsidP="004F340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B464A3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Tailored packages to maximise cost-effectiveness.</w:t>
                            </w:r>
                          </w:p>
                          <w:p w:rsidR="004F3407" w:rsidRDefault="004F340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2BFFAB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46.05pt;margin-top:211pt;width:304.75pt;height:32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" filled="f" stroked="f" strokeweight=".5pt">
                <v:textbox>
                  <w:txbxContent>
                    <w:p w:rsidR="004F3407" w:rsidRPr="00B464A3" w:rsidRDefault="004F3407" w:rsidP="004F3407">
                      <w:pPr>
                        <w:pStyle w:val="Heading1"/>
                        <w:rPr>
                          <w:rFonts w:ascii="Arial" w:hAnsi="Arial" w:cs="Arial"/>
                          <w:color w:val="777777"/>
                          <w:sz w:val="40"/>
                        </w:rPr>
                      </w:pPr>
                      <w:r w:rsidRPr="00A22988">
                        <w:rPr>
                          <w:rFonts w:ascii="Arial" w:hAnsi="Arial" w:cs="Arial"/>
                          <w:color w:val="777777"/>
                          <w:sz w:val="40"/>
                        </w:rPr>
                        <w:t>PRIVATE AND INDEPENDENT NURSING HOMECARE SERVICES PROVIDING:</w:t>
                      </w:r>
                    </w:p>
                    <w:p w:rsidR="004F3407" w:rsidRPr="00B464A3" w:rsidRDefault="004F3407" w:rsidP="004F340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360" w:lineRule="auto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B464A3">
                        <w:rPr>
                          <w:rFonts w:ascii="Arial" w:hAnsi="Arial" w:cs="Arial"/>
                          <w:b/>
                          <w:sz w:val="32"/>
                        </w:rPr>
                        <w:t>24 hour care</w:t>
                      </w:r>
                    </w:p>
                    <w:p w:rsidR="004F3407" w:rsidRPr="00B464A3" w:rsidRDefault="004F3407" w:rsidP="004F340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360" w:lineRule="auto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B464A3">
                        <w:rPr>
                          <w:rFonts w:ascii="Arial" w:hAnsi="Arial" w:cs="Arial"/>
                          <w:b/>
                          <w:sz w:val="32"/>
                        </w:rPr>
                        <w:t>One-to-one specialist nursing</w:t>
                      </w:r>
                    </w:p>
                    <w:p w:rsidR="004F3407" w:rsidRPr="00B464A3" w:rsidRDefault="004F3407" w:rsidP="004F340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360" w:lineRule="auto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B464A3">
                        <w:rPr>
                          <w:rFonts w:ascii="Arial" w:hAnsi="Arial" w:cs="Arial"/>
                          <w:b/>
                          <w:sz w:val="32"/>
                        </w:rPr>
                        <w:t xml:space="preserve">Specialist support for all ailments </w:t>
                      </w:r>
                    </w:p>
                    <w:p w:rsidR="004F3407" w:rsidRDefault="004F3407" w:rsidP="004F340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360" w:lineRule="auto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B464A3">
                        <w:rPr>
                          <w:rFonts w:ascii="Arial" w:hAnsi="Arial" w:cs="Arial"/>
                          <w:b/>
                          <w:sz w:val="32"/>
                        </w:rPr>
                        <w:t>International services – including flight assistance and transfers</w:t>
                      </w:r>
                    </w:p>
                    <w:p w:rsidR="004F3407" w:rsidRPr="00B464A3" w:rsidRDefault="004F3407" w:rsidP="004F340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360" w:lineRule="auto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Visits for dressing &amp; injections</w:t>
                      </w:r>
                    </w:p>
                    <w:p w:rsidR="004F3407" w:rsidRDefault="004F3407" w:rsidP="004F340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360" w:lineRule="auto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B464A3">
                        <w:rPr>
                          <w:rFonts w:ascii="Arial" w:hAnsi="Arial" w:cs="Arial"/>
                          <w:b/>
                          <w:sz w:val="32"/>
                        </w:rPr>
                        <w:t>Tailored packages to maximise cost-effectiveness.</w:t>
                      </w:r>
                    </w:p>
                    <w:p w:rsidR="004F3407" w:rsidRDefault="004F3407"/>
                  </w:txbxContent>
                </v:textbox>
              </v:shape>
            </w:pict>
          </mc:Fallback>
        </mc:AlternateContent>
      </w:r>
      <w:r w:rsidR="004F5E59">
        <w:rPr>
          <w:rFonts w:ascii="Arial" w:hAnsi="Arial" w:cs="Arial"/>
          <w:noProof/>
          <w:color w:val="91C400"/>
          <w:sz w:val="110"/>
          <w:szCs w:val="110"/>
          <w:lang w:val="en-GB" w:eastAsia="en-GB"/>
        </w:rPr>
        <w:drawing>
          <wp:anchor distT="0" distB="0" distL="114300" distR="114300" simplePos="0" relativeHeight="251663360" behindDoc="1" locked="0" layoutInCell="1" allowOverlap="1" wp14:anchorId="64EDAE29" wp14:editId="0D3F5328">
            <wp:simplePos x="0" y="0"/>
            <wp:positionH relativeFrom="page">
              <wp:align>center</wp:align>
            </wp:positionH>
            <wp:positionV relativeFrom="paragraph">
              <wp:posOffset>162</wp:posOffset>
            </wp:positionV>
            <wp:extent cx="1626235" cy="1031875"/>
            <wp:effectExtent l="0" t="0" r="0" b="0"/>
            <wp:wrapTight wrapText="bothSides">
              <wp:wrapPolygon edited="0">
                <wp:start x="0" y="0"/>
                <wp:lineTo x="0" y="21135"/>
                <wp:lineTo x="21254" y="21135"/>
                <wp:lineTo x="21254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avendish 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235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774" w:type="dxa"/>
        <w:tblInd w:w="-85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vent Info"/>
      </w:tblPr>
      <w:tblGrid>
        <w:gridCol w:w="4537"/>
        <w:gridCol w:w="20"/>
        <w:gridCol w:w="6217"/>
      </w:tblGrid>
      <w:tr w:rsidR="009E56AD" w:rsidTr="00646B83">
        <w:trPr>
          <w:trHeight w:val="8303"/>
        </w:trPr>
        <w:tc>
          <w:tcPr>
            <w:tcW w:w="4537" w:type="dxa"/>
          </w:tcPr>
          <w:p w:rsidR="009E56AD" w:rsidRDefault="009E56AD"/>
          <w:p w:rsidR="009E56AD" w:rsidRDefault="009E56AD" w:rsidP="00646B83">
            <w:pPr>
              <w:pStyle w:val="Caption"/>
              <w:ind w:left="-426" w:firstLine="426"/>
            </w:pPr>
          </w:p>
        </w:tc>
        <w:tc>
          <w:tcPr>
            <w:tcW w:w="20" w:type="dxa"/>
          </w:tcPr>
          <w:p w:rsidR="009E56AD" w:rsidRDefault="009E56AD"/>
        </w:tc>
        <w:tc>
          <w:tcPr>
            <w:tcW w:w="6217" w:type="dxa"/>
          </w:tcPr>
          <w:p w:rsidR="00B464A3" w:rsidRDefault="004F5E59" w:rsidP="0045667E">
            <w:pPr>
              <w:pStyle w:val="Heading1"/>
              <w:rPr>
                <w:rFonts w:ascii="Arial" w:hAnsi="Arial" w:cs="Arial"/>
                <w:color w:val="777777"/>
                <w:sz w:val="40"/>
              </w:rPr>
            </w:pPr>
            <w:r>
              <w:rPr>
                <w:rFonts w:ascii="Arial" w:hAnsi="Arial" w:cs="Arial"/>
                <w:noProof/>
                <w:color w:val="91C400"/>
                <w:sz w:val="110"/>
                <w:szCs w:val="11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1D0167A" wp14:editId="66FB2AF2">
                      <wp:simplePos x="0" y="0"/>
                      <wp:positionH relativeFrom="margin">
                        <wp:posOffset>-3143885</wp:posOffset>
                      </wp:positionH>
                      <wp:positionV relativeFrom="paragraph">
                        <wp:posOffset>-90347</wp:posOffset>
                      </wp:positionV>
                      <wp:extent cx="7091916" cy="1722474"/>
                      <wp:effectExtent l="0" t="0" r="0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91916" cy="172247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464A3" w:rsidRPr="004F5E59" w:rsidRDefault="00B464A3" w:rsidP="004F5E59">
                                  <w:pPr>
                                    <w:jc w:val="center"/>
                                    <w:rPr>
                                      <w:b/>
                                      <w:sz w:val="100"/>
                                      <w:szCs w:val="100"/>
                                    </w:rPr>
                                  </w:pPr>
                                  <w:r w:rsidRPr="004F5E59">
                                    <w:rPr>
                                      <w:rFonts w:ascii="Arial" w:hAnsi="Arial" w:cs="Arial"/>
                                      <w:b/>
                                      <w:color w:val="91C400"/>
                                      <w:sz w:val="100"/>
                                      <w:szCs w:val="100"/>
                                    </w:rPr>
                                    <w:t>NURSING HOMECARE SERVICES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D0167A" id="Text Box 10" o:spid="_x0000_s1027" type="#_x0000_t202" style="position:absolute;margin-left:-247.55pt;margin-top:-7.1pt;width:558.4pt;height:135.6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" filled="f" stroked="f" strokeweight=".5pt">
                      <v:textbox>
                        <w:txbxContent>
                          <w:p w:rsidR="00B464A3" w:rsidRPr="004F5E59" w:rsidRDefault="00B464A3" w:rsidP="004F5E59">
                            <w:pPr>
                              <w:jc w:val="center"/>
                              <w:rPr>
                                <w:b/>
                                <w:sz w:val="100"/>
                                <w:szCs w:val="100"/>
                              </w:rPr>
                            </w:pPr>
                            <w:r w:rsidRPr="004F5E59">
                              <w:rPr>
                                <w:rFonts w:ascii="Arial" w:hAnsi="Arial" w:cs="Arial"/>
                                <w:b/>
                                <w:color w:val="91C400"/>
                                <w:sz w:val="100"/>
                                <w:szCs w:val="100"/>
                              </w:rPr>
                              <w:t>NURSING HOMECARE SERVICES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B464A3" w:rsidRDefault="00B464A3" w:rsidP="0045667E">
            <w:pPr>
              <w:pStyle w:val="Heading1"/>
              <w:rPr>
                <w:rFonts w:ascii="Arial" w:hAnsi="Arial" w:cs="Arial"/>
                <w:color w:val="777777"/>
                <w:sz w:val="40"/>
              </w:rPr>
            </w:pPr>
          </w:p>
          <w:p w:rsidR="00B464A3" w:rsidRDefault="00B464A3" w:rsidP="0045667E">
            <w:pPr>
              <w:pStyle w:val="Heading1"/>
              <w:rPr>
                <w:rFonts w:ascii="Arial" w:hAnsi="Arial" w:cs="Arial"/>
                <w:color w:val="777777"/>
                <w:sz w:val="40"/>
              </w:rPr>
            </w:pPr>
          </w:p>
          <w:p w:rsidR="004F5E59" w:rsidRDefault="004F5E59" w:rsidP="00B464A3">
            <w:pPr>
              <w:pStyle w:val="Heading1"/>
              <w:rPr>
                <w:rFonts w:ascii="Arial" w:hAnsi="Arial" w:cs="Arial"/>
                <w:color w:val="777777"/>
                <w:sz w:val="40"/>
              </w:rPr>
            </w:pPr>
          </w:p>
          <w:p w:rsidR="004F5E59" w:rsidRDefault="004F5E59" w:rsidP="00B464A3">
            <w:pPr>
              <w:pStyle w:val="Heading1"/>
              <w:rPr>
                <w:rFonts w:ascii="Arial" w:hAnsi="Arial" w:cs="Arial"/>
                <w:color w:val="777777"/>
                <w:sz w:val="40"/>
              </w:rPr>
            </w:pPr>
          </w:p>
          <w:p w:rsidR="00B464A3" w:rsidRPr="00B464A3" w:rsidRDefault="004F3407" w:rsidP="00646B83">
            <w:pPr>
              <w:pStyle w:val="ListParagraph"/>
              <w:spacing w:line="360" w:lineRule="auto"/>
              <w:rPr>
                <w:rFonts w:ascii="Arial" w:hAnsi="Arial" w:cs="Arial"/>
                <w:b/>
                <w:sz w:val="32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65408" behindDoc="1" locked="0" layoutInCell="1" allowOverlap="1" wp14:anchorId="4CAB83F1" wp14:editId="6AF1A252">
                  <wp:simplePos x="0" y="0"/>
                  <wp:positionH relativeFrom="column">
                    <wp:posOffset>827700</wp:posOffset>
                  </wp:positionH>
                  <wp:positionV relativeFrom="paragraph">
                    <wp:posOffset>297535</wp:posOffset>
                  </wp:positionV>
                  <wp:extent cx="2951849" cy="3051028"/>
                  <wp:effectExtent l="0" t="0" r="1270" b="0"/>
                  <wp:wrapTight wrapText="bothSides">
                    <wp:wrapPolygon edited="0">
                      <wp:start x="558" y="0"/>
                      <wp:lineTo x="0" y="270"/>
                      <wp:lineTo x="0" y="21312"/>
                      <wp:lineTo x="558" y="21447"/>
                      <wp:lineTo x="20912" y="21447"/>
                      <wp:lineTo x="21470" y="21312"/>
                      <wp:lineTo x="21470" y="270"/>
                      <wp:lineTo x="20912" y="0"/>
                      <wp:lineTo x="558" y="0"/>
                    </wp:wrapPolygon>
                  </wp:wrapTight>
                  <wp:docPr id="11" name="Picture 11" descr="http://www.brunswick-healthcare.com/phdi/p1.nsf/imgpages/4290_Elderly-care---SHUTTERSTOCK.jpg/$file/Elderly-care---SHUTTERST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brunswick-healthcare.com/phdi/p1.nsf/imgpages/4290_Elderly-care---SHUTTERSTOCK.jpg/$file/Elderly-care---SHUTTERSTOCK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11" r="21776"/>
                          <a:stretch/>
                        </pic:blipFill>
                        <pic:spPr bwMode="auto">
                          <a:xfrm>
                            <a:off x="0" y="0"/>
                            <a:ext cx="2951849" cy="30510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5667E" w:rsidRPr="0045667E" w:rsidRDefault="0045667E" w:rsidP="0045667E"/>
        </w:tc>
      </w:tr>
      <w:tr w:rsidR="00646B83" w:rsidTr="00646B83">
        <w:tc>
          <w:tcPr>
            <w:tcW w:w="4537" w:type="dxa"/>
          </w:tcPr>
          <w:p w:rsidR="00646B83" w:rsidRDefault="00646B83"/>
        </w:tc>
        <w:tc>
          <w:tcPr>
            <w:tcW w:w="20" w:type="dxa"/>
          </w:tcPr>
          <w:p w:rsidR="00646B83" w:rsidRDefault="00646B83"/>
        </w:tc>
        <w:tc>
          <w:tcPr>
            <w:tcW w:w="6217" w:type="dxa"/>
          </w:tcPr>
          <w:p w:rsidR="00646B83" w:rsidRDefault="00646B83" w:rsidP="0045667E">
            <w:pPr>
              <w:pStyle w:val="Heading1"/>
              <w:rPr>
                <w:rFonts w:ascii="Arial" w:hAnsi="Arial" w:cs="Arial"/>
                <w:color w:val="777777"/>
                <w:sz w:val="40"/>
              </w:rPr>
            </w:pPr>
          </w:p>
        </w:tc>
      </w:tr>
    </w:tbl>
    <w:p w:rsidR="003C7644" w:rsidRPr="00E33A93" w:rsidRDefault="004F3407" w:rsidP="00E33A93">
      <w:pPr>
        <w:pStyle w:val="Date"/>
        <w:rPr>
          <w:color w:val="92D05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ED0199" wp14:editId="6963344E">
                <wp:simplePos x="0" y="0"/>
                <wp:positionH relativeFrom="page">
                  <wp:posOffset>1255233</wp:posOffset>
                </wp:positionH>
                <wp:positionV relativeFrom="paragraph">
                  <wp:posOffset>79464</wp:posOffset>
                </wp:positionV>
                <wp:extent cx="5284381" cy="2519916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4381" cy="25199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2988" w:rsidRPr="00A22988" w:rsidRDefault="00A22988" w:rsidP="00646B83">
                            <w:pPr>
                              <w:spacing w:after="0"/>
                              <w:jc w:val="center"/>
                              <w:rPr>
                                <w:rStyle w:val="Strong"/>
                                <w:rFonts w:ascii="Arial" w:hAnsi="Arial" w:cs="Arial"/>
                                <w:color w:val="808080" w:themeColor="background1" w:themeShade="80"/>
                                <w:sz w:val="44"/>
                              </w:rPr>
                            </w:pPr>
                            <w:r w:rsidRPr="00A22988">
                              <w:rPr>
                                <w:rStyle w:val="Strong"/>
                                <w:rFonts w:ascii="Arial" w:hAnsi="Arial" w:cs="Arial"/>
                                <w:color w:val="808080" w:themeColor="background1" w:themeShade="80"/>
                                <w:sz w:val="44"/>
                              </w:rPr>
                              <w:t>Contact our team today for more information:</w:t>
                            </w:r>
                          </w:p>
                          <w:p w:rsidR="00A22988" w:rsidRPr="004F5E59" w:rsidRDefault="00646B83" w:rsidP="00646B83">
                            <w:pPr>
                              <w:spacing w:after="0"/>
                              <w:jc w:val="center"/>
                              <w:rPr>
                                <w:rStyle w:val="Strong"/>
                                <w:rFonts w:ascii="Arial" w:hAnsi="Arial" w:cs="Arial"/>
                                <w:color w:val="91C400"/>
                                <w:sz w:val="44"/>
                              </w:rPr>
                            </w:pPr>
                            <w:r w:rsidRPr="004F5E59">
                              <w:rPr>
                                <w:rStyle w:val="Strong"/>
                                <w:rFonts w:ascii="Arial" w:hAnsi="Arial" w:cs="Arial"/>
                                <w:color w:val="91C400"/>
                                <w:sz w:val="44"/>
                              </w:rPr>
                              <w:t>homecare@</w:t>
                            </w:r>
                            <w:r w:rsidR="00A22988" w:rsidRPr="004F5E59">
                              <w:rPr>
                                <w:rStyle w:val="Strong"/>
                                <w:rFonts w:ascii="Arial" w:hAnsi="Arial" w:cs="Arial"/>
                                <w:color w:val="91C400"/>
                                <w:sz w:val="44"/>
                              </w:rPr>
                              <w:t>cavendishstaffing.co.uk</w:t>
                            </w:r>
                          </w:p>
                          <w:p w:rsidR="00A22988" w:rsidRPr="004F5E59" w:rsidRDefault="00A22988" w:rsidP="00646B83">
                            <w:pPr>
                              <w:pStyle w:val="Address"/>
                              <w:jc w:val="center"/>
                              <w:rPr>
                                <w:rFonts w:ascii="Arial" w:hAnsi="Arial" w:cs="Arial"/>
                                <w:b/>
                                <w:color w:val="91C400"/>
                                <w:sz w:val="44"/>
                              </w:rPr>
                            </w:pPr>
                            <w:r w:rsidRPr="004F5E59">
                              <w:rPr>
                                <w:rFonts w:ascii="Arial" w:hAnsi="Arial" w:cs="Arial"/>
                                <w:b/>
                                <w:color w:val="91C400"/>
                                <w:sz w:val="44"/>
                              </w:rPr>
                              <w:t>T: 0203 008 5210</w:t>
                            </w:r>
                          </w:p>
                          <w:p w:rsidR="00A22988" w:rsidRPr="004F5E59" w:rsidRDefault="00A22988" w:rsidP="00646B83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91C400"/>
                                <w:sz w:val="44"/>
                              </w:rPr>
                            </w:pPr>
                            <w:r w:rsidRPr="004F5E59">
                              <w:rPr>
                                <w:rFonts w:ascii="Arial" w:hAnsi="Arial" w:cs="Arial"/>
                                <w:b/>
                                <w:color w:val="91C400"/>
                                <w:sz w:val="44"/>
                              </w:rPr>
                              <w:t>F: 0203 008 5211</w:t>
                            </w:r>
                          </w:p>
                          <w:p w:rsidR="004F5E59" w:rsidRPr="004F5E59" w:rsidRDefault="004F5E59" w:rsidP="00646B83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777777"/>
                                <w:sz w:val="28"/>
                              </w:rPr>
                            </w:pPr>
                            <w:r w:rsidRPr="004F5E59">
                              <w:rPr>
                                <w:rFonts w:ascii="Arial" w:hAnsi="Arial" w:cs="Arial"/>
                                <w:b/>
                                <w:color w:val="777777"/>
                                <w:sz w:val="28"/>
                              </w:rPr>
                              <w:t>www.cavendishstaffing.co.uk</w:t>
                            </w:r>
                          </w:p>
                          <w:p w:rsidR="00A22988" w:rsidRPr="00A22988" w:rsidRDefault="00A22988" w:rsidP="00646B83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A22988">
                              <w:rPr>
                                <w:rFonts w:ascii="Arial" w:hAnsi="Arial" w:cs="Arial"/>
                                <w:sz w:val="28"/>
                              </w:rPr>
                              <w:t>1 Lyric Square, London, W6 0NB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D0199" id="Text Box 5" o:spid="_x0000_s1028" type="#_x0000_t202" style="position:absolute;margin-left:98.85pt;margin-top:6.25pt;width:416.1pt;height:198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" fillcolor="white [3201]" stroked="f" strokeweight=".5pt">
                <v:textbox>
                  <w:txbxContent>
                    <w:p w:rsidR="00A22988" w:rsidRPr="00A22988" w:rsidRDefault="00A22988" w:rsidP="00646B83">
                      <w:pPr>
                        <w:spacing w:after="0"/>
                        <w:jc w:val="center"/>
                        <w:rPr>
                          <w:rStyle w:val="Strong"/>
                          <w:rFonts w:ascii="Arial" w:hAnsi="Arial" w:cs="Arial"/>
                          <w:color w:val="808080" w:themeColor="background1" w:themeShade="80"/>
                          <w:sz w:val="44"/>
                        </w:rPr>
                      </w:pPr>
                      <w:r w:rsidRPr="00A22988">
                        <w:rPr>
                          <w:rStyle w:val="Strong"/>
                          <w:rFonts w:ascii="Arial" w:hAnsi="Arial" w:cs="Arial"/>
                          <w:color w:val="808080" w:themeColor="background1" w:themeShade="80"/>
                          <w:sz w:val="44"/>
                        </w:rPr>
                        <w:t>Contact our team today for more information:</w:t>
                      </w:r>
                    </w:p>
                    <w:p w:rsidR="00A22988" w:rsidRPr="004F5E59" w:rsidRDefault="00646B83" w:rsidP="00646B83">
                      <w:pPr>
                        <w:spacing w:after="0"/>
                        <w:jc w:val="center"/>
                        <w:rPr>
                          <w:rStyle w:val="Strong"/>
                          <w:rFonts w:ascii="Arial" w:hAnsi="Arial" w:cs="Arial"/>
                          <w:color w:val="91C400"/>
                          <w:sz w:val="44"/>
                        </w:rPr>
                      </w:pPr>
                      <w:r w:rsidRPr="004F5E59">
                        <w:rPr>
                          <w:rStyle w:val="Strong"/>
                          <w:rFonts w:ascii="Arial" w:hAnsi="Arial" w:cs="Arial"/>
                          <w:color w:val="91C400"/>
                          <w:sz w:val="44"/>
                        </w:rPr>
                        <w:t>homecare@</w:t>
                      </w:r>
                      <w:r w:rsidR="00A22988" w:rsidRPr="004F5E59">
                        <w:rPr>
                          <w:rStyle w:val="Strong"/>
                          <w:rFonts w:ascii="Arial" w:hAnsi="Arial" w:cs="Arial"/>
                          <w:color w:val="91C400"/>
                          <w:sz w:val="44"/>
                        </w:rPr>
                        <w:t>cavendishstaffing.co.uk</w:t>
                      </w:r>
                    </w:p>
                    <w:p w:rsidR="00A22988" w:rsidRPr="004F5E59" w:rsidRDefault="00A22988" w:rsidP="00646B83">
                      <w:pPr>
                        <w:pStyle w:val="Address"/>
                        <w:jc w:val="center"/>
                        <w:rPr>
                          <w:rFonts w:ascii="Arial" w:hAnsi="Arial" w:cs="Arial"/>
                          <w:b/>
                          <w:color w:val="91C400"/>
                          <w:sz w:val="44"/>
                        </w:rPr>
                      </w:pPr>
                      <w:r w:rsidRPr="004F5E59">
                        <w:rPr>
                          <w:rFonts w:ascii="Arial" w:hAnsi="Arial" w:cs="Arial"/>
                          <w:b/>
                          <w:color w:val="91C400"/>
                          <w:sz w:val="44"/>
                        </w:rPr>
                        <w:t>T: 0203 008 5210</w:t>
                      </w:r>
                    </w:p>
                    <w:p w:rsidR="00A22988" w:rsidRPr="004F5E59" w:rsidRDefault="00A22988" w:rsidP="00646B83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91C400"/>
                          <w:sz w:val="44"/>
                        </w:rPr>
                      </w:pPr>
                      <w:r w:rsidRPr="004F5E59">
                        <w:rPr>
                          <w:rFonts w:ascii="Arial" w:hAnsi="Arial" w:cs="Arial"/>
                          <w:b/>
                          <w:color w:val="91C400"/>
                          <w:sz w:val="44"/>
                        </w:rPr>
                        <w:t>F: 0203 008 5211</w:t>
                      </w:r>
                    </w:p>
                    <w:p w:rsidR="004F5E59" w:rsidRPr="004F5E59" w:rsidRDefault="004F5E59" w:rsidP="00646B83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777777"/>
                          <w:sz w:val="28"/>
                        </w:rPr>
                      </w:pPr>
                      <w:r w:rsidRPr="004F5E59">
                        <w:rPr>
                          <w:rFonts w:ascii="Arial" w:hAnsi="Arial" w:cs="Arial"/>
                          <w:b/>
                          <w:color w:val="777777"/>
                          <w:sz w:val="28"/>
                        </w:rPr>
                        <w:t>www.cavendishstaffing.co.uk</w:t>
                      </w:r>
                    </w:p>
                    <w:p w:rsidR="00A22988" w:rsidRPr="00A22988" w:rsidRDefault="00A22988" w:rsidP="00646B83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40"/>
                        </w:rPr>
                      </w:pPr>
                      <w:r w:rsidRPr="00A22988">
                        <w:rPr>
                          <w:rFonts w:ascii="Arial" w:hAnsi="Arial" w:cs="Arial"/>
                          <w:sz w:val="28"/>
                        </w:rPr>
                        <w:t>1 Lyric Square, London, W6 0NB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E33A93" w:rsidRDefault="004F3407">
      <w:pPr>
        <w:pStyle w:val="Address"/>
        <w:tabs>
          <w:tab w:val="left" w:pos="7513"/>
        </w:tabs>
      </w:pPr>
      <w:bookmarkStart w:id="0" w:name="_GoBack"/>
      <w:bookmarkEnd w:id="0"/>
      <w:r>
        <w:rPr>
          <w:noProof/>
          <w:lang w:val="en-GB" w:eastAsia="en-GB"/>
        </w:rPr>
        <w:drawing>
          <wp:anchor distT="0" distB="0" distL="114300" distR="114300" simplePos="0" relativeHeight="251662336" behindDoc="1" locked="0" layoutInCell="1" allowOverlap="1" wp14:anchorId="46C42DC7" wp14:editId="6F1D1072">
            <wp:simplePos x="0" y="0"/>
            <wp:positionH relativeFrom="margin">
              <wp:posOffset>5105334</wp:posOffset>
            </wp:positionH>
            <wp:positionV relativeFrom="paragraph">
              <wp:posOffset>712470</wp:posOffset>
            </wp:positionV>
            <wp:extent cx="1042670" cy="833120"/>
            <wp:effectExtent l="0" t="0" r="5080" b="5080"/>
            <wp:wrapTight wrapText="bothSides">
              <wp:wrapPolygon edited="0">
                <wp:start x="0" y="0"/>
                <wp:lineTo x="0" y="21238"/>
                <wp:lineTo x="21311" y="21238"/>
                <wp:lineTo x="21311" y="0"/>
                <wp:lineTo x="0" y="0"/>
              </wp:wrapPolygon>
            </wp:wrapTight>
            <wp:docPr id="8" name="Picture 8" descr="http://www.stillmuchtooffer.co.uk/images/rec-memb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tillmuchtooffer.co.uk/images/rec-membe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33A93" w:rsidSect="004F5E59">
      <w:pgSz w:w="12240" w:h="15840" w:code="1"/>
      <w:pgMar w:top="568" w:right="474" w:bottom="851" w:left="1843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24F" w:rsidRDefault="0063424F">
      <w:pPr>
        <w:spacing w:after="0" w:line="240" w:lineRule="auto"/>
      </w:pPr>
      <w:r>
        <w:separator/>
      </w:r>
    </w:p>
  </w:endnote>
  <w:endnote w:type="continuationSeparator" w:id="0">
    <w:p w:rsidR="0063424F" w:rsidRDefault="00634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24F" w:rsidRDefault="0063424F">
      <w:pPr>
        <w:spacing w:after="0" w:line="240" w:lineRule="auto"/>
      </w:pPr>
      <w:r>
        <w:separator/>
      </w:r>
    </w:p>
  </w:footnote>
  <w:footnote w:type="continuationSeparator" w:id="0">
    <w:p w:rsidR="0063424F" w:rsidRDefault="006342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7961B0C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352F25" w:themeColor="text2"/>
        <w:sz w:val="16"/>
      </w:rPr>
    </w:lvl>
  </w:abstractNum>
  <w:abstractNum w:abstractNumId="1">
    <w:nsid w:val="771F29B2"/>
    <w:multiLevelType w:val="hybridMultilevel"/>
    <w:tmpl w:val="A2FE6FC8"/>
    <w:lvl w:ilvl="0" w:tplc="DCCE64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1C4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ED389B"/>
    <w:multiLevelType w:val="hybridMultilevel"/>
    <w:tmpl w:val="88A0E0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644"/>
    <w:rsid w:val="003C7644"/>
    <w:rsid w:val="0045667E"/>
    <w:rsid w:val="004F3407"/>
    <w:rsid w:val="004F5E59"/>
    <w:rsid w:val="0063424F"/>
    <w:rsid w:val="00646B83"/>
    <w:rsid w:val="00975CDE"/>
    <w:rsid w:val="009E56AD"/>
    <w:rsid w:val="00A03BA9"/>
    <w:rsid w:val="00A22988"/>
    <w:rsid w:val="00B464A3"/>
    <w:rsid w:val="00E3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8EC7FE4-66A2-43C9-925D-5A3D45718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D4436" w:themeColor="text2" w:themeTint="E6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120" w:line="216" w:lineRule="auto"/>
      <w:outlineLvl w:val="0"/>
    </w:pPr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720" w:line="204" w:lineRule="auto"/>
      <w:contextualSpacing/>
    </w:pPr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</w:pPr>
  </w:style>
  <w:style w:type="paragraph" w:styleId="Caption">
    <w:name w:val="caption"/>
    <w:basedOn w:val="Normal"/>
    <w:next w:val="Normal"/>
    <w:uiPriority w:val="2"/>
    <w:unhideWhenUsed/>
    <w:qFormat/>
    <w:pPr>
      <w:spacing w:after="0" w:line="240" w:lineRule="auto"/>
    </w:pPr>
    <w:rPr>
      <w:i/>
      <w:iCs/>
      <w:sz w:val="16"/>
    </w:rPr>
  </w:style>
  <w:style w:type="character" w:styleId="Strong">
    <w:name w:val="Strong"/>
    <w:basedOn w:val="DefaultParagraphFont"/>
    <w:uiPriority w:val="2"/>
    <w:qFormat/>
    <w:rPr>
      <w:b/>
      <w:bCs/>
    </w:rPr>
  </w:style>
  <w:style w:type="paragraph" w:styleId="Header">
    <w:name w:val="header"/>
    <w:basedOn w:val="Normal"/>
    <w:link w:val="HeaderChar"/>
    <w:uiPriority w:val="4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4"/>
  </w:style>
  <w:style w:type="paragraph" w:styleId="Footer">
    <w:name w:val="footer"/>
    <w:basedOn w:val="Normal"/>
    <w:link w:val="FooterChar"/>
    <w:uiPriority w:val="4"/>
    <w:unhideWhenUsed/>
    <w:qFormat/>
    <w:pPr>
      <w:tabs>
        <w:tab w:val="center" w:pos="4680"/>
        <w:tab w:val="right" w:pos="9360"/>
      </w:tabs>
      <w:spacing w:after="0" w:line="276" w:lineRule="auto"/>
    </w:pPr>
    <w:rPr>
      <w:sz w:val="17"/>
    </w:rPr>
  </w:style>
  <w:style w:type="character" w:customStyle="1" w:styleId="FooterChar">
    <w:name w:val="Footer Char"/>
    <w:basedOn w:val="DefaultParagraphFont"/>
    <w:link w:val="Footer"/>
    <w:uiPriority w:val="4"/>
    <w:rPr>
      <w:sz w:val="17"/>
    </w:rPr>
  </w:style>
  <w:style w:type="paragraph" w:customStyle="1" w:styleId="Company">
    <w:name w:val="Company"/>
    <w:basedOn w:val="Normal"/>
    <w:uiPriority w:val="4"/>
    <w:qFormat/>
    <w:pPr>
      <w:spacing w:after="0" w:line="240" w:lineRule="auto"/>
    </w:pPr>
    <w:rPr>
      <w:rFonts w:asciiTheme="majorHAnsi" w:eastAsiaTheme="majorEastAsia" w:hAnsiTheme="majorHAnsi" w:cstheme="majorBidi"/>
      <w:b/>
      <w:bCs/>
      <w:caps/>
      <w:color w:val="027E6F" w:themeColor="accent1" w:themeShade="BF"/>
    </w:rPr>
  </w:style>
  <w:style w:type="paragraph" w:styleId="NoSpacing">
    <w:name w:val="No Spacing"/>
    <w:uiPriority w:val="36"/>
    <w:unhideWhenUsed/>
    <w:qFormat/>
    <w:pPr>
      <w:spacing w:after="0" w:line="240" w:lineRule="auto"/>
    </w:pPr>
  </w:style>
  <w:style w:type="paragraph" w:styleId="Date">
    <w:name w:val="Date"/>
    <w:basedOn w:val="Normal"/>
    <w:next w:val="Normal"/>
    <w:link w:val="DateChar"/>
    <w:uiPriority w:val="3"/>
    <w:unhideWhenUsed/>
    <w:qFormat/>
    <w:pPr>
      <w:spacing w:before="720" w:after="0" w:line="216" w:lineRule="auto"/>
    </w:pPr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character" w:customStyle="1" w:styleId="DateChar">
    <w:name w:val="Date Char"/>
    <w:basedOn w:val="DefaultParagraphFont"/>
    <w:link w:val="Date"/>
    <w:uiPriority w:val="3"/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paragraph" w:customStyle="1" w:styleId="Address">
    <w:name w:val="Address"/>
    <w:basedOn w:val="Normal"/>
    <w:uiPriority w:val="4"/>
    <w:qFormat/>
    <w:pPr>
      <w:spacing w:after="0" w:line="240" w:lineRule="auto"/>
    </w:pPr>
    <w:rPr>
      <w:sz w:val="40"/>
    </w:rPr>
  </w:style>
  <w:style w:type="paragraph" w:styleId="ListParagraph">
    <w:name w:val="List Paragraph"/>
    <w:basedOn w:val="Normal"/>
    <w:uiPriority w:val="34"/>
    <w:unhideWhenUsed/>
    <w:qFormat/>
    <w:rsid w:val="00456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manent1\AppData\Roaming\Microsoft\Templates\Business%20flyer.dotx" TargetMode="External"/></Relationships>
</file>

<file path=word/theme/theme1.xml><?xml version="1.0" encoding="utf-8"?>
<a:theme xmlns:a="http://schemas.openxmlformats.org/drawingml/2006/main" name="Small Business Set">
  <a:themeElements>
    <a:clrScheme name="Small Business">
      <a:dk1>
        <a:sysClr val="windowText" lastClr="000000"/>
      </a:dk1>
      <a:lt1>
        <a:sysClr val="window" lastClr="FFFFFF"/>
      </a:lt1>
      <a:dk2>
        <a:srgbClr val="352F25"/>
      </a:dk2>
      <a:lt2>
        <a:srgbClr val="EDECEB"/>
      </a:lt2>
      <a:accent1>
        <a:srgbClr val="03A996"/>
      </a:accent1>
      <a:accent2>
        <a:srgbClr val="B33536"/>
      </a:accent2>
      <a:accent3>
        <a:srgbClr val="E8C94B"/>
      </a:accent3>
      <a:accent4>
        <a:srgbClr val="2682A6"/>
      </a:accent4>
      <a:accent5>
        <a:srgbClr val="F08A42"/>
      </a:accent5>
      <a:accent6>
        <a:srgbClr val="6A5178"/>
      </a:accent6>
      <a:hlink>
        <a:srgbClr val="4D4436"/>
      </a:hlink>
      <a:folHlink>
        <a:srgbClr val="027E7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ECFE8F6-2F43-40D1-8FF0-88725880C9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flyer</Template>
  <TotalTime>357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Permanent1</dc:creator>
  <cp:keywords/>
  <cp:lastModifiedBy>Permanent1</cp:lastModifiedBy>
  <cp:revision>3</cp:revision>
  <dcterms:created xsi:type="dcterms:W3CDTF">2014-09-05T08:01:00Z</dcterms:created>
  <dcterms:modified xsi:type="dcterms:W3CDTF">2014-09-05T16:06:00Z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TC029119009991</vt:lpwstr>
  </property>
</Properties>
</file>